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2" w:type="dxa"/>
        <w:tblLook w:val="01E0" w:firstRow="1" w:lastRow="1" w:firstColumn="1" w:lastColumn="1" w:noHBand="0" w:noVBand="0"/>
      </w:tblPr>
      <w:tblGrid>
        <w:gridCol w:w="4534"/>
        <w:gridCol w:w="738"/>
        <w:gridCol w:w="4934"/>
      </w:tblGrid>
      <w:tr w:rsidR="00477BAB" w:rsidTr="00175605">
        <w:trPr>
          <w:trHeight w:val="2673"/>
        </w:trPr>
        <w:tc>
          <w:tcPr>
            <w:tcW w:w="10206" w:type="dxa"/>
            <w:gridSpan w:val="3"/>
            <w:hideMark/>
          </w:tcPr>
          <w:p w:rsidR="00477BAB" w:rsidRPr="00EC318A" w:rsidRDefault="00477BAB" w:rsidP="00477BAB">
            <w:pPr>
              <w:jc w:val="center"/>
            </w:pPr>
            <w:r w:rsidRPr="00EC318A">
              <w:t>МИНЗДРАВ РОССИИ</w:t>
            </w:r>
          </w:p>
          <w:p w:rsidR="00477BAB" w:rsidRPr="00EC318A" w:rsidRDefault="00477BAB" w:rsidP="00477BAB">
            <w:pPr>
              <w:jc w:val="center"/>
            </w:pPr>
            <w:r w:rsidRPr="00EC318A">
              <w:t>Федеральное государственное бюджетное</w:t>
            </w:r>
          </w:p>
          <w:p w:rsidR="00477BAB" w:rsidRPr="00EC318A" w:rsidRDefault="00477BAB" w:rsidP="00477BAB">
            <w:pPr>
              <w:jc w:val="center"/>
            </w:pPr>
            <w:r w:rsidRPr="00EC318A">
              <w:t>образовательное учреждение высшего образования</w:t>
            </w:r>
          </w:p>
          <w:p w:rsidR="00477BAB" w:rsidRPr="00EC318A" w:rsidRDefault="00477BAB" w:rsidP="00477BAB">
            <w:pPr>
              <w:jc w:val="center"/>
            </w:pPr>
            <w:r w:rsidRPr="00EC318A">
              <w:t>«Южно-Уральский государственный медицинский университет»</w:t>
            </w:r>
          </w:p>
          <w:p w:rsidR="00477BAB" w:rsidRPr="00EC318A" w:rsidRDefault="00477BAB" w:rsidP="00477BAB">
            <w:pPr>
              <w:jc w:val="center"/>
            </w:pPr>
            <w:r w:rsidRPr="00EC318A">
              <w:t>Министерства здравоохранения Российской Федерации</w:t>
            </w:r>
          </w:p>
          <w:p w:rsidR="00477BAB" w:rsidRPr="00EC318A" w:rsidRDefault="00477BAB" w:rsidP="00477BAB">
            <w:pPr>
              <w:jc w:val="center"/>
              <w:rPr>
                <w:bCs/>
              </w:rPr>
            </w:pPr>
            <w:r w:rsidRPr="00EC318A">
              <w:t>(ФГБОУ ВО ЮУГМУ Минздрава России)</w:t>
            </w:r>
          </w:p>
          <w:p w:rsidR="0042199C" w:rsidRDefault="0042199C" w:rsidP="0042199C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[один одинарный междустрочный интервал]</w:t>
            </w:r>
          </w:p>
          <w:p w:rsidR="00477BAB" w:rsidRDefault="00477BAB" w:rsidP="00477BAB">
            <w:pPr>
              <w:jc w:val="center"/>
              <w:rPr>
                <w:bCs/>
              </w:rPr>
            </w:pPr>
            <w:r w:rsidRPr="00EC318A">
              <w:rPr>
                <w:bCs/>
              </w:rPr>
              <w:t>Воровского ул., 64, г. Челябинск, Россия 454</w:t>
            </w:r>
            <w:r w:rsidR="008F12B6">
              <w:rPr>
                <w:bCs/>
              </w:rPr>
              <w:t>141</w:t>
            </w:r>
          </w:p>
          <w:p w:rsidR="00477BAB" w:rsidRPr="00EC318A" w:rsidRDefault="00477BAB" w:rsidP="00477BAB">
            <w:pPr>
              <w:tabs>
                <w:tab w:val="left" w:pos="1305"/>
              </w:tabs>
              <w:jc w:val="center"/>
              <w:rPr>
                <w:bCs/>
                <w:lang w:val="de-DE"/>
              </w:rPr>
            </w:pPr>
            <w:r w:rsidRPr="00EC318A">
              <w:rPr>
                <w:bCs/>
              </w:rPr>
              <w:t>тел</w:t>
            </w:r>
            <w:r w:rsidRPr="008F12B6">
              <w:rPr>
                <w:bCs/>
              </w:rPr>
              <w:t>.: (351) 232-73-71, (351)</w:t>
            </w:r>
            <w:r w:rsidR="00175605" w:rsidRPr="008F12B6">
              <w:rPr>
                <w:bCs/>
              </w:rPr>
              <w:t xml:space="preserve"> </w:t>
            </w:r>
            <w:r w:rsidRPr="008F12B6">
              <w:rPr>
                <w:bCs/>
              </w:rPr>
              <w:t xml:space="preserve">240-20-20, </w:t>
            </w:r>
            <w:r w:rsidRPr="00EC318A">
              <w:rPr>
                <w:bCs/>
                <w:lang w:val="en-US"/>
              </w:rPr>
              <w:t>e</w:t>
            </w:r>
            <w:r w:rsidRPr="0042199C">
              <w:rPr>
                <w:bCs/>
              </w:rPr>
              <w:t>-</w:t>
            </w:r>
            <w:r w:rsidRPr="00EC318A">
              <w:rPr>
                <w:bCs/>
                <w:lang w:val="en-US"/>
              </w:rPr>
              <w:t>mail</w:t>
            </w:r>
            <w:r w:rsidRPr="0042199C">
              <w:rPr>
                <w:bCs/>
              </w:rPr>
              <w:t xml:space="preserve">: </w:t>
            </w:r>
            <w:proofErr w:type="spellStart"/>
            <w:r w:rsidRPr="00EC318A">
              <w:rPr>
                <w:bCs/>
                <w:lang w:val="en-US"/>
              </w:rPr>
              <w:t>kanc</w:t>
            </w:r>
            <w:proofErr w:type="spellEnd"/>
            <w:r w:rsidRPr="0042199C">
              <w:rPr>
                <w:bCs/>
              </w:rPr>
              <w:t>@</w:t>
            </w:r>
            <w:proofErr w:type="spellStart"/>
            <w:r w:rsidRPr="00EC318A">
              <w:rPr>
                <w:bCs/>
                <w:lang w:val="en-US"/>
              </w:rPr>
              <w:t>chelsma</w:t>
            </w:r>
            <w:proofErr w:type="spellEnd"/>
            <w:r w:rsidRPr="0042199C">
              <w:rPr>
                <w:bCs/>
              </w:rPr>
              <w:t>.</w:t>
            </w:r>
            <w:r w:rsidRPr="00EC318A">
              <w:rPr>
                <w:bCs/>
                <w:lang w:val="en-US"/>
              </w:rPr>
              <w:t>ru</w:t>
            </w:r>
            <w:r w:rsidRPr="0042199C">
              <w:rPr>
                <w:bCs/>
              </w:rPr>
              <w:t xml:space="preserve">, </w:t>
            </w:r>
            <w:r w:rsidRPr="005F3143">
              <w:rPr>
                <w:bCs/>
                <w:lang w:val="de-DE"/>
              </w:rPr>
              <w:t>www.susmu.su</w:t>
            </w:r>
          </w:p>
          <w:p w:rsidR="00477BAB" w:rsidRPr="008F12B6" w:rsidRDefault="00477BAB" w:rsidP="00477BAB">
            <w:pPr>
              <w:tabs>
                <w:tab w:val="left" w:pos="1305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ОКПО 01965538, </w:t>
            </w:r>
            <w:r w:rsidRPr="00EC318A">
              <w:rPr>
                <w:bCs/>
              </w:rPr>
              <w:t>ОГРН 1027403890865</w:t>
            </w:r>
            <w:r>
              <w:rPr>
                <w:bCs/>
              </w:rPr>
              <w:t>,</w:t>
            </w:r>
            <w:r w:rsidRPr="00EC318A">
              <w:rPr>
                <w:bCs/>
              </w:rPr>
              <w:t xml:space="preserve"> ИНН 7453042876</w:t>
            </w:r>
            <w:r>
              <w:rPr>
                <w:bCs/>
              </w:rPr>
              <w:t>/</w:t>
            </w:r>
            <w:r w:rsidRPr="00EC318A">
              <w:rPr>
                <w:bCs/>
              </w:rPr>
              <w:t>КПП 745301001</w:t>
            </w:r>
            <w:r w:rsidRPr="008F12B6">
              <w:rPr>
                <w:bCs/>
              </w:rPr>
              <w:t xml:space="preserve"> </w:t>
            </w:r>
          </w:p>
          <w:p w:rsidR="00477BAB" w:rsidRDefault="0042199C" w:rsidP="00C104F9">
            <w:pPr>
              <w:jc w:val="center"/>
            </w:pPr>
            <w:r>
              <w:rPr>
                <w:bCs/>
                <w:color w:val="FF0000"/>
              </w:rPr>
              <w:t>[один одинарный междустрочный интервал]</w:t>
            </w:r>
          </w:p>
        </w:tc>
      </w:tr>
      <w:tr w:rsidR="00477BAB" w:rsidTr="00AE278A">
        <w:trPr>
          <w:trHeight w:val="624"/>
        </w:trPr>
        <w:tc>
          <w:tcPr>
            <w:tcW w:w="4534" w:type="dxa"/>
          </w:tcPr>
          <w:p w:rsidR="00477BAB" w:rsidRDefault="0042199C" w:rsidP="00477BAB">
            <w:pPr>
              <w:tabs>
                <w:tab w:val="left" w:pos="0"/>
                <w:tab w:val="left" w:pos="4018"/>
              </w:tabs>
            </w:pPr>
            <w:proofErr w:type="gramStart"/>
            <w:r>
              <w:rPr>
                <w:bCs/>
                <w:color w:val="FF0000"/>
              </w:rPr>
              <w:t>[</w:t>
            </w:r>
            <w:r w:rsidR="00DB5695">
              <w:rPr>
                <w:bCs/>
                <w:color w:val="FF0000"/>
              </w:rPr>
              <w:t xml:space="preserve"> 1</w:t>
            </w:r>
            <w:proofErr w:type="gramEnd"/>
            <w:r>
              <w:rPr>
                <w:bCs/>
                <w:color w:val="FF0000"/>
              </w:rPr>
              <w:t xml:space="preserve"> одинарный междустрочный интервал]</w:t>
            </w:r>
          </w:p>
          <w:p w:rsidR="00477BAB" w:rsidRDefault="00227583" w:rsidP="00477BAB">
            <w:pPr>
              <w:tabs>
                <w:tab w:val="left" w:pos="0"/>
                <w:tab w:val="left" w:pos="4018"/>
              </w:tabs>
            </w:pPr>
            <w:r>
              <w:t xml:space="preserve">____ ___ 20___ № </w:t>
            </w:r>
            <w:sdt>
              <w:sdtPr>
                <w:id w:val="417910573"/>
                <w:placeholder>
                  <w:docPart w:val="DefaultPlaceholder_-1854013440"/>
                </w:placeholder>
              </w:sdtPr>
              <w:sdtEndPr/>
              <w:sdtContent>
                <w:r>
                  <w:t>______</w:t>
                </w:r>
              </w:sdtContent>
            </w:sdt>
          </w:p>
        </w:tc>
        <w:tc>
          <w:tcPr>
            <w:tcW w:w="738" w:type="dxa"/>
          </w:tcPr>
          <w:p w:rsidR="00477BAB" w:rsidRDefault="00477BAB" w:rsidP="00477BAB">
            <w:pPr>
              <w:tabs>
                <w:tab w:val="left" w:pos="-4068"/>
                <w:tab w:val="left" w:pos="4018"/>
              </w:tabs>
            </w:pPr>
          </w:p>
        </w:tc>
        <w:tc>
          <w:tcPr>
            <w:tcW w:w="4934" w:type="dxa"/>
            <w:vMerge w:val="restart"/>
          </w:tcPr>
          <w:p w:rsidR="0042199C" w:rsidRDefault="0042199C" w:rsidP="0042199C">
            <w:pPr>
              <w:jc w:val="center"/>
              <w:rPr>
                <w:color w:val="000000" w:themeColor="text1"/>
              </w:rPr>
            </w:pPr>
            <w:r>
              <w:rPr>
                <w:color w:val="7030A0"/>
              </w:rPr>
              <w:t>[Кому]</w:t>
            </w:r>
          </w:p>
          <w:p w:rsidR="0042199C" w:rsidRDefault="0042199C" w:rsidP="004219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Должность (если есть) </w:t>
            </w:r>
            <w:r>
              <w:rPr>
                <w:color w:val="7030A0"/>
              </w:rPr>
              <w:t>[в дательном падеже]</w:t>
            </w:r>
          </w:p>
          <w:p w:rsidR="0042199C" w:rsidRDefault="0042199C" w:rsidP="004219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Фамилия И.О.</w:t>
            </w:r>
          </w:p>
          <w:p w:rsidR="0042199C" w:rsidRDefault="0042199C" w:rsidP="0042199C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[один одинарный междустрочный интервал]</w:t>
            </w:r>
          </w:p>
          <w:p w:rsidR="0042199C" w:rsidRDefault="0042199C" w:rsidP="0042199C">
            <w:pPr>
              <w:jc w:val="center"/>
              <w:rPr>
                <w:color w:val="000000" w:themeColor="text1"/>
              </w:rPr>
            </w:pPr>
            <w:r>
              <w:rPr>
                <w:color w:val="7030A0"/>
              </w:rPr>
              <w:t>[Куда]</w:t>
            </w:r>
          </w:p>
          <w:p w:rsidR="0042199C" w:rsidRDefault="0042199C" w:rsidP="0042199C">
            <w:pPr>
              <w:jc w:val="center"/>
              <w:rPr>
                <w:color w:val="000000" w:themeColor="text1"/>
              </w:rPr>
            </w:pPr>
            <w:r>
              <w:t>ул. *, д. *, кв. *, г. *, обл. *, индекс</w:t>
            </w:r>
          </w:p>
          <w:p w:rsidR="0042199C" w:rsidRDefault="0042199C" w:rsidP="0042199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[Адресат и адрес пишутся через одинарный междустрочный интервал. Выравнивание по центру либо по левому краю. </w:t>
            </w:r>
          </w:p>
          <w:p w:rsidR="0042199C" w:rsidRDefault="0042199C" w:rsidP="0042199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Если адресатов несколько, они отделяются друг от друга двумя одинарными междустрочными интервалами. Должность от ФИО пробелами не отделяется. </w:t>
            </w:r>
            <w:r>
              <w:rPr>
                <w:color w:val="FF0000"/>
              </w:rPr>
              <w:br/>
              <w:t>Подробнее– в п.6.1.7 СМК П 03-2023.]</w:t>
            </w:r>
          </w:p>
          <w:p w:rsidR="00477BAB" w:rsidRDefault="00477BAB" w:rsidP="00227583">
            <w:pPr>
              <w:tabs>
                <w:tab w:val="left" w:pos="0"/>
                <w:tab w:val="left" w:pos="4018"/>
              </w:tabs>
              <w:jc w:val="center"/>
            </w:pPr>
          </w:p>
        </w:tc>
      </w:tr>
      <w:tr w:rsidR="00477BAB" w:rsidTr="00AE278A">
        <w:trPr>
          <w:trHeight w:val="624"/>
        </w:trPr>
        <w:tc>
          <w:tcPr>
            <w:tcW w:w="4534" w:type="dxa"/>
          </w:tcPr>
          <w:p w:rsidR="00477BAB" w:rsidRDefault="0042199C" w:rsidP="00477BAB">
            <w:pPr>
              <w:tabs>
                <w:tab w:val="left" w:pos="4236"/>
              </w:tabs>
            </w:pPr>
            <w:proofErr w:type="gramStart"/>
            <w:r>
              <w:rPr>
                <w:bCs/>
                <w:color w:val="FF0000"/>
              </w:rPr>
              <w:t>[</w:t>
            </w:r>
            <w:r w:rsidR="00DB5695">
              <w:rPr>
                <w:bCs/>
                <w:color w:val="FF0000"/>
              </w:rPr>
              <w:t xml:space="preserve"> 1</w:t>
            </w:r>
            <w:proofErr w:type="gramEnd"/>
            <w:r>
              <w:rPr>
                <w:bCs/>
                <w:color w:val="FF0000"/>
              </w:rPr>
              <w:t xml:space="preserve"> одинарный междустрочный интервал]</w:t>
            </w:r>
          </w:p>
          <w:p w:rsidR="00AE278A" w:rsidRPr="003C5A55" w:rsidRDefault="00AE278A" w:rsidP="00AE278A">
            <w:pPr>
              <w:rPr>
                <w:color w:val="000000" w:themeColor="text1"/>
              </w:rPr>
            </w:pPr>
            <w:r w:rsidRPr="003C5A55">
              <w:rPr>
                <w:color w:val="000000" w:themeColor="text1"/>
              </w:rPr>
              <w:t xml:space="preserve">На </w:t>
            </w:r>
            <w:r>
              <w:rPr>
                <w:color w:val="000000" w:themeColor="text1"/>
              </w:rPr>
              <w:t xml:space="preserve"> </w:t>
            </w:r>
            <w:r w:rsidRPr="003C5A55">
              <w:rPr>
                <w:color w:val="000000" w:themeColor="text1"/>
              </w:rPr>
              <w:t xml:space="preserve">№ </w:t>
            </w:r>
            <w:sdt>
              <w:sdtPr>
                <w:rPr>
                  <w:color w:val="000000" w:themeColor="text1"/>
                </w:rPr>
                <w:id w:val="-77295468"/>
                <w:placeholder>
                  <w:docPart w:val="E02E5D7200AD4E1C962678C72FFC7225"/>
                </w:placeholder>
              </w:sdtPr>
              <w:sdtEndPr/>
              <w:sdtContent>
                <w:r w:rsidRPr="003C5A55">
                  <w:rPr>
                    <w:color w:val="000000" w:themeColor="text1"/>
                  </w:rPr>
                  <w:t>___________</w:t>
                </w:r>
              </w:sdtContent>
            </w:sdt>
            <w:r w:rsidRPr="003C5A55">
              <w:rPr>
                <w:color w:val="000000" w:themeColor="text1"/>
              </w:rPr>
              <w:t xml:space="preserve"> от </w:t>
            </w:r>
            <w:sdt>
              <w:sdtPr>
                <w:rPr>
                  <w:color w:val="000000" w:themeColor="text1"/>
                </w:rPr>
                <w:id w:val="-427125248"/>
                <w:placeholder>
                  <w:docPart w:val="F2661124DDF34A32A7DB18C1EA9C1EBD"/>
                </w:placeholder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3C5A55">
                  <w:rPr>
                    <w:color w:val="000000" w:themeColor="text1"/>
                  </w:rPr>
                  <w:t>____ ____ 20_</w:t>
                </w:r>
                <w:r>
                  <w:rPr>
                    <w:color w:val="000000" w:themeColor="text1"/>
                  </w:rPr>
                  <w:t>__</w:t>
                </w:r>
                <w:r w:rsidRPr="003C5A55">
                  <w:rPr>
                    <w:color w:val="000000" w:themeColor="text1"/>
                  </w:rPr>
                  <w:t>_</w:t>
                </w:r>
              </w:sdtContent>
            </w:sdt>
          </w:p>
          <w:p w:rsidR="00AE278A" w:rsidRPr="003C5A55" w:rsidRDefault="00AE278A" w:rsidP="00AE278A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Вх</w:t>
            </w:r>
            <w:proofErr w:type="spellEnd"/>
            <w:r>
              <w:rPr>
                <w:color w:val="000000" w:themeColor="text1"/>
              </w:rPr>
              <w:t>.</w:t>
            </w:r>
            <w:r w:rsidRPr="003C5A55">
              <w:rPr>
                <w:color w:val="000000" w:themeColor="text1"/>
              </w:rPr>
              <w:t xml:space="preserve"> № </w:t>
            </w:r>
            <w:sdt>
              <w:sdtPr>
                <w:rPr>
                  <w:color w:val="000000" w:themeColor="text1"/>
                </w:rPr>
                <w:id w:val="-1631778878"/>
                <w:placeholder>
                  <w:docPart w:val="E0F9098FD10440B68B485803D3D67787"/>
                </w:placeholder>
              </w:sdtPr>
              <w:sdtEndPr/>
              <w:sdtContent>
                <w:r w:rsidRPr="003C5A55">
                  <w:rPr>
                    <w:color w:val="000000" w:themeColor="text1"/>
                  </w:rPr>
                  <w:t>___________</w:t>
                </w:r>
              </w:sdtContent>
            </w:sdt>
            <w:r w:rsidRPr="003C5A55">
              <w:rPr>
                <w:color w:val="000000" w:themeColor="text1"/>
              </w:rPr>
              <w:t xml:space="preserve"> от </w:t>
            </w:r>
            <w:sdt>
              <w:sdtPr>
                <w:rPr>
                  <w:color w:val="000000" w:themeColor="text1"/>
                </w:rPr>
                <w:id w:val="-574739240"/>
                <w:placeholder>
                  <w:docPart w:val="E1FF98109CEA4D2486F91B287C724327"/>
                </w:placeholder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3C5A55">
                  <w:rPr>
                    <w:color w:val="000000" w:themeColor="text1"/>
                  </w:rPr>
                  <w:t>____ ____ 20_</w:t>
                </w:r>
                <w:r>
                  <w:rPr>
                    <w:color w:val="000000" w:themeColor="text1"/>
                  </w:rPr>
                  <w:t>__</w:t>
                </w:r>
                <w:r w:rsidRPr="003C5A55">
                  <w:rPr>
                    <w:color w:val="000000" w:themeColor="text1"/>
                  </w:rPr>
                  <w:t>_</w:t>
                </w:r>
              </w:sdtContent>
            </w:sdt>
          </w:p>
          <w:p w:rsidR="00477BAB" w:rsidRDefault="00AE278A" w:rsidP="00AE278A">
            <w:pPr>
              <w:tabs>
                <w:tab w:val="left" w:pos="4236"/>
              </w:tabs>
            </w:pPr>
            <w:r w:rsidRPr="00C41A04">
              <w:rPr>
                <w:color w:val="7030A0"/>
              </w:rPr>
              <w:t>[</w:t>
            </w:r>
            <w:r>
              <w:rPr>
                <w:color w:val="7030A0"/>
              </w:rPr>
              <w:t xml:space="preserve">Указать исходящий номер документа, на который дается ответ и </w:t>
            </w:r>
            <w:r w:rsidRPr="007B790F">
              <w:rPr>
                <w:b/>
                <w:color w:val="7030A0"/>
              </w:rPr>
              <w:t>входящий</w:t>
            </w:r>
            <w:r>
              <w:rPr>
                <w:color w:val="7030A0"/>
              </w:rPr>
              <w:t xml:space="preserve"> </w:t>
            </w:r>
            <w:r w:rsidRPr="007B790F">
              <w:rPr>
                <w:b/>
                <w:color w:val="7030A0"/>
              </w:rPr>
              <w:t>номер ЮУГМУ</w:t>
            </w:r>
            <w:r>
              <w:rPr>
                <w:b/>
                <w:color w:val="7030A0"/>
              </w:rPr>
              <w:t xml:space="preserve"> (обязательно!)</w:t>
            </w:r>
            <w:r w:rsidRPr="00B17C92">
              <w:rPr>
                <w:color w:val="7030A0"/>
              </w:rPr>
              <w:t>]</w:t>
            </w:r>
          </w:p>
        </w:tc>
        <w:tc>
          <w:tcPr>
            <w:tcW w:w="738" w:type="dxa"/>
          </w:tcPr>
          <w:p w:rsidR="00477BAB" w:rsidRDefault="00477BAB" w:rsidP="00477BAB">
            <w:pPr>
              <w:tabs>
                <w:tab w:val="left" w:pos="4236"/>
              </w:tabs>
            </w:pPr>
          </w:p>
        </w:tc>
        <w:tc>
          <w:tcPr>
            <w:tcW w:w="0" w:type="auto"/>
            <w:vMerge/>
            <w:vAlign w:val="center"/>
            <w:hideMark/>
          </w:tcPr>
          <w:p w:rsidR="00477BAB" w:rsidRDefault="00477BAB" w:rsidP="00477BAB"/>
        </w:tc>
      </w:tr>
      <w:tr w:rsidR="00477BAB" w:rsidTr="00AE278A">
        <w:trPr>
          <w:trHeight w:val="106"/>
        </w:trPr>
        <w:tc>
          <w:tcPr>
            <w:tcW w:w="4534" w:type="dxa"/>
          </w:tcPr>
          <w:p w:rsidR="00DB5695" w:rsidRDefault="00DB5695" w:rsidP="00DB5695">
            <w:pPr>
              <w:jc w:val="center"/>
            </w:pPr>
            <w:proofErr w:type="gramStart"/>
            <w:r>
              <w:rPr>
                <w:bCs/>
                <w:color w:val="FF0000"/>
              </w:rPr>
              <w:t>[</w:t>
            </w:r>
            <w:r>
              <w:rPr>
                <w:bCs/>
                <w:color w:val="FF0000"/>
              </w:rPr>
              <w:t xml:space="preserve"> 1</w:t>
            </w:r>
            <w:proofErr w:type="gramEnd"/>
            <w:r>
              <w:rPr>
                <w:bCs/>
                <w:color w:val="FF0000"/>
              </w:rPr>
              <w:t xml:space="preserve"> одинарный междустрочный интервал]</w:t>
            </w:r>
          </w:p>
          <w:p w:rsidR="00477BAB" w:rsidRPr="00A80DC2" w:rsidRDefault="0042199C" w:rsidP="00477BAB">
            <w:r>
              <w:t xml:space="preserve">О / Об </w:t>
            </w:r>
            <w:r>
              <w:rPr>
                <w:color w:val="7030A0"/>
              </w:rPr>
              <w:t>... [Краткий заголовок от границы левого поля, без абзацного отступа, через одинарный интервал, без точки</w:t>
            </w:r>
            <w:r w:rsidR="00A80DC2" w:rsidRPr="00A80DC2">
              <w:rPr>
                <w:color w:val="7030A0"/>
              </w:rPr>
              <w:t>]</w:t>
            </w:r>
          </w:p>
        </w:tc>
        <w:tc>
          <w:tcPr>
            <w:tcW w:w="5672" w:type="dxa"/>
            <w:gridSpan w:val="2"/>
          </w:tcPr>
          <w:p w:rsidR="00477BAB" w:rsidRDefault="00C104F9" w:rsidP="00C104F9">
            <w:pPr>
              <w:jc w:val="center"/>
            </w:pPr>
            <w:r>
              <w:rPr>
                <w:bCs/>
                <w:color w:val="FF0000"/>
              </w:rPr>
              <w:t>[один одинарный междустрочный интервал]</w:t>
            </w:r>
          </w:p>
          <w:p w:rsidR="00D56590" w:rsidRPr="000D54C9" w:rsidRDefault="00D56590" w:rsidP="00D56590">
            <w:pPr>
              <w:spacing w:line="360" w:lineRule="auto"/>
              <w:jc w:val="center"/>
            </w:pPr>
            <w:r>
              <w:t>Уважаемый (</w:t>
            </w:r>
            <w:proofErr w:type="spellStart"/>
            <w:r>
              <w:t>ая</w:t>
            </w:r>
            <w:proofErr w:type="spellEnd"/>
            <w:r>
              <w:t>)</w:t>
            </w:r>
            <w:r w:rsidR="0042199C">
              <w:t xml:space="preserve"> *</w:t>
            </w:r>
            <w:r>
              <w:t>!</w:t>
            </w:r>
          </w:p>
          <w:p w:rsidR="00227583" w:rsidRDefault="00227583" w:rsidP="00477BAB"/>
        </w:tc>
      </w:tr>
    </w:tbl>
    <w:p w:rsidR="0042199C" w:rsidRDefault="0042199C" w:rsidP="0042199C">
      <w:pPr>
        <w:rPr>
          <w:bCs/>
          <w:color w:val="FF0000"/>
        </w:rPr>
      </w:pPr>
      <w:r>
        <w:rPr>
          <w:bCs/>
          <w:color w:val="FF0000"/>
        </w:rPr>
        <w:t>[один одинарный междустрочный интервал]</w:t>
      </w:r>
    </w:p>
    <w:p w:rsidR="003D15D0" w:rsidRDefault="003D15D0" w:rsidP="003D15D0">
      <w:pPr>
        <w:spacing w:line="360" w:lineRule="auto"/>
        <w:ind w:firstLine="709"/>
        <w:jc w:val="both"/>
        <w:rPr>
          <w:color w:val="7030A0"/>
        </w:rPr>
      </w:pPr>
      <w:r>
        <w:t xml:space="preserve">Текст письма </w:t>
      </w:r>
      <w:r w:rsidRPr="00C41A04">
        <w:rPr>
          <w:color w:val="7030A0"/>
        </w:rPr>
        <w:t>[через 1,5 междустрочный интервал, с абзацным отступом 1,25 см, выравнивание текста по ширине]</w:t>
      </w:r>
    </w:p>
    <w:p w:rsidR="0042199C" w:rsidRDefault="0042199C" w:rsidP="0042199C">
      <w:pPr>
        <w:rPr>
          <w:color w:val="FF0000"/>
        </w:rPr>
      </w:pPr>
    </w:p>
    <w:p w:rsidR="0042199C" w:rsidRDefault="0042199C" w:rsidP="0042199C">
      <w:pPr>
        <w:rPr>
          <w:bCs/>
          <w:color w:val="FF0000"/>
        </w:rPr>
      </w:pPr>
      <w:r>
        <w:rPr>
          <w:color w:val="FF0000"/>
        </w:rPr>
        <w:t>[два одинарных междустрочных интервала]</w:t>
      </w:r>
    </w:p>
    <w:p w:rsidR="0042199C" w:rsidRDefault="0042199C" w:rsidP="0042199C">
      <w:pPr>
        <w:spacing w:line="360" w:lineRule="auto"/>
        <w:ind w:left="1418" w:hanging="1418"/>
        <w:jc w:val="both"/>
      </w:pPr>
      <w:r>
        <w:t xml:space="preserve">Приложение: текст приложения </w:t>
      </w:r>
      <w:r>
        <w:rPr>
          <w:color w:val="7030A0"/>
        </w:rPr>
        <w:t>[от границы левого поля, через 1,5 междустрочный интервал, с абзацным выступом 2,5 см]</w:t>
      </w:r>
    </w:p>
    <w:p w:rsidR="0042199C" w:rsidRDefault="0042199C" w:rsidP="0042199C">
      <w:pPr>
        <w:rPr>
          <w:bCs/>
          <w:color w:val="FF0000"/>
        </w:rPr>
      </w:pPr>
      <w:r>
        <w:rPr>
          <w:color w:val="FF0000"/>
        </w:rPr>
        <w:t>[два-три одинарных междустрочных интервала]</w:t>
      </w:r>
    </w:p>
    <w:p w:rsidR="0042199C" w:rsidRDefault="0042199C" w:rsidP="0042199C">
      <w:pPr>
        <w:rPr>
          <w:color w:val="FF0000"/>
        </w:rPr>
      </w:pPr>
    </w:p>
    <w:p w:rsidR="0042199C" w:rsidRDefault="0042199C" w:rsidP="0042199C">
      <w:pPr>
        <w:rPr>
          <w:color w:val="FF0000"/>
        </w:rPr>
      </w:pPr>
    </w:p>
    <w:tbl>
      <w:tblPr>
        <w:tblStyle w:val="a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  <w:gridCol w:w="4111"/>
      </w:tblGrid>
      <w:tr w:rsidR="0042199C" w:rsidTr="00DE6CBE">
        <w:tc>
          <w:tcPr>
            <w:tcW w:w="4253" w:type="dxa"/>
            <w:hideMark/>
          </w:tcPr>
          <w:p w:rsidR="0042199C" w:rsidRDefault="0042199C" w:rsidP="00BD74AF">
            <w:pPr>
              <w:ind w:left="-104"/>
              <w:rPr>
                <w:color w:val="auto"/>
              </w:rPr>
            </w:pPr>
            <w:r>
              <w:t xml:space="preserve">Должность </w:t>
            </w:r>
            <w:r>
              <w:br/>
            </w:r>
            <w:r>
              <w:rPr>
                <w:color w:val="7030A0"/>
              </w:rPr>
              <w:t>[от границы левого поля , через одинарный междустрочный интервал, без абзацного отступа, выравнивание текста по левому полю]</w:t>
            </w:r>
          </w:p>
        </w:tc>
        <w:tc>
          <w:tcPr>
            <w:tcW w:w="1984" w:type="dxa"/>
          </w:tcPr>
          <w:p w:rsidR="0042199C" w:rsidRDefault="0042199C">
            <w:pPr>
              <w:jc w:val="both"/>
            </w:pPr>
          </w:p>
        </w:tc>
        <w:tc>
          <w:tcPr>
            <w:tcW w:w="4111" w:type="dxa"/>
            <w:vAlign w:val="bottom"/>
            <w:hideMark/>
          </w:tcPr>
          <w:p w:rsidR="0042199C" w:rsidRDefault="0042199C" w:rsidP="00DE6CBE">
            <w:pPr>
              <w:ind w:right="-107"/>
              <w:jc w:val="right"/>
            </w:pPr>
            <w:r>
              <w:t xml:space="preserve">И.О. Фамилия </w:t>
            </w:r>
            <w:r>
              <w:br/>
            </w:r>
            <w:r>
              <w:rPr>
                <w:color w:val="7030A0"/>
              </w:rPr>
              <w:t>[через одинарный междустрочный интервал выравнивание текста по правому полю]</w:t>
            </w:r>
          </w:p>
        </w:tc>
      </w:tr>
    </w:tbl>
    <w:p w:rsidR="0042199C" w:rsidRDefault="0042199C" w:rsidP="0042199C">
      <w:pPr>
        <w:rPr>
          <w:color w:val="auto"/>
          <w:sz w:val="20"/>
          <w:szCs w:val="20"/>
        </w:rPr>
      </w:pPr>
    </w:p>
    <w:p w:rsidR="0042199C" w:rsidRDefault="0042199C" w:rsidP="0042199C">
      <w:pPr>
        <w:ind w:right="5385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Исполнитель </w:t>
      </w:r>
    </w:p>
    <w:p w:rsidR="0042199C" w:rsidRDefault="0042199C" w:rsidP="0042199C">
      <w:pPr>
        <w:ind w:right="5385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И.О. Фамилия</w:t>
      </w:r>
    </w:p>
    <w:p w:rsidR="0042199C" w:rsidRDefault="0042199C" w:rsidP="0042199C">
      <w:pPr>
        <w:tabs>
          <w:tab w:val="left" w:pos="6199"/>
        </w:tabs>
        <w:ind w:right="5385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телефон +7 (351) 240-20-20 (доб.0001)</w:t>
      </w:r>
    </w:p>
    <w:p w:rsidR="0042199C" w:rsidRDefault="0042199C" w:rsidP="0042199C">
      <w:pPr>
        <w:tabs>
          <w:tab w:val="left" w:pos="6199"/>
        </w:tabs>
        <w:ind w:right="5385"/>
        <w:rPr>
          <w:color w:val="7030A0"/>
          <w:sz w:val="20"/>
          <w:szCs w:val="20"/>
        </w:rPr>
      </w:pPr>
      <w:r>
        <w:rPr>
          <w:color w:val="7030A0"/>
          <w:sz w:val="20"/>
          <w:szCs w:val="20"/>
        </w:rPr>
        <w:t xml:space="preserve">[может дополняться наименованием должности, структурного подразделения и электронным адресом </w:t>
      </w:r>
      <w:r>
        <w:rPr>
          <w:color w:val="7030A0"/>
          <w:sz w:val="20"/>
          <w:szCs w:val="20"/>
        </w:rPr>
        <w:lastRenderedPageBreak/>
        <w:t>исполнителя. Оформляется на лицевой стороне последнего листа документа от границы левого поля (допустимо в колонтитуле). При отсутствии места – на оборотной стороне внизу слева, длина строки – не более 7,5 см]</w:t>
      </w:r>
      <w:bookmarkStart w:id="0" w:name="_GoBack"/>
      <w:bookmarkEnd w:id="0"/>
    </w:p>
    <w:sectPr w:rsidR="0042199C" w:rsidSect="00DE6CB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ocumentProtection w:edit="forms" w:enforcement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990"/>
    <w:rsid w:val="000663D7"/>
    <w:rsid w:val="00135DAC"/>
    <w:rsid w:val="0016735F"/>
    <w:rsid w:val="00175605"/>
    <w:rsid w:val="00175990"/>
    <w:rsid w:val="002231C4"/>
    <w:rsid w:val="00227583"/>
    <w:rsid w:val="00282E9A"/>
    <w:rsid w:val="003555C0"/>
    <w:rsid w:val="00375A27"/>
    <w:rsid w:val="003D15D0"/>
    <w:rsid w:val="0042199C"/>
    <w:rsid w:val="00443282"/>
    <w:rsid w:val="00477BAB"/>
    <w:rsid w:val="00487B1E"/>
    <w:rsid w:val="005C06F3"/>
    <w:rsid w:val="005F1A0D"/>
    <w:rsid w:val="005F3143"/>
    <w:rsid w:val="00670CB7"/>
    <w:rsid w:val="006C3C22"/>
    <w:rsid w:val="00702DB3"/>
    <w:rsid w:val="007C2635"/>
    <w:rsid w:val="008C03ED"/>
    <w:rsid w:val="008F12B6"/>
    <w:rsid w:val="009832AD"/>
    <w:rsid w:val="009A2211"/>
    <w:rsid w:val="009A68CB"/>
    <w:rsid w:val="00A42A7F"/>
    <w:rsid w:val="00A80DC2"/>
    <w:rsid w:val="00AE278A"/>
    <w:rsid w:val="00B71124"/>
    <w:rsid w:val="00BD74AF"/>
    <w:rsid w:val="00C104F9"/>
    <w:rsid w:val="00C81A1A"/>
    <w:rsid w:val="00C94275"/>
    <w:rsid w:val="00D24A67"/>
    <w:rsid w:val="00D56590"/>
    <w:rsid w:val="00D74C62"/>
    <w:rsid w:val="00DB5695"/>
    <w:rsid w:val="00DE6CBE"/>
    <w:rsid w:val="00DE7607"/>
    <w:rsid w:val="00E4036E"/>
    <w:rsid w:val="00E5116C"/>
    <w:rsid w:val="00EB17CE"/>
    <w:rsid w:val="00FA209A"/>
    <w:rsid w:val="00FB577B"/>
    <w:rsid w:val="00FC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5D51F"/>
  <w15:chartTrackingRefBased/>
  <w15:docId w15:val="{0F6A2F85-8024-4DC9-87F3-04706346A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6F3"/>
    <w:pPr>
      <w:overflowPunct w:val="0"/>
      <w:autoSpaceDE w:val="0"/>
      <w:autoSpaceDN w:val="0"/>
      <w:adjustRightInd w:val="0"/>
      <w:textAlignment w:val="baseline"/>
    </w:pPr>
    <w:rPr>
      <w:rFonts w:eastAsia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C06F3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C06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C06F3"/>
    <w:rPr>
      <w:rFonts w:ascii="Tahoma" w:eastAsia="Times New Roman" w:hAnsi="Tahoma" w:cs="Tahoma"/>
      <w:color w:val="000000"/>
      <w:sz w:val="16"/>
      <w:szCs w:val="16"/>
    </w:rPr>
  </w:style>
  <w:style w:type="character" w:styleId="a6">
    <w:name w:val="Placeholder Text"/>
    <w:basedOn w:val="a0"/>
    <w:uiPriority w:val="99"/>
    <w:semiHidden/>
    <w:rsid w:val="00227583"/>
    <w:rPr>
      <w:color w:val="808080"/>
    </w:rPr>
  </w:style>
  <w:style w:type="table" w:styleId="a7">
    <w:name w:val="Table Grid"/>
    <w:basedOn w:val="a1"/>
    <w:uiPriority w:val="39"/>
    <w:rsid w:val="002275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eg\AppData\Local\Microsoft\Windows\INetCache\Content.Outlook\IRKDWETY\2023%20&#1064;&#1072;&#1073;&#1083;&#1086;&#1085;%20&#1087;&#1080;&#1089;&#1100;&#1084;&#1072;%20&#1087;&#1088;&#1086;&#1076;&#1086;&#1083;&#1100;&#1085;&#1099;&#1081;%20(00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711C28-2701-48A1-9E6B-02F3B542BF18}"/>
      </w:docPartPr>
      <w:docPartBody>
        <w:p w:rsidR="00EB3E58" w:rsidRDefault="00F51523">
          <w:r w:rsidRPr="00B45C84">
            <w:rPr>
              <w:rStyle w:val="a3"/>
            </w:rPr>
            <w:t>Место для ввода текста.</w:t>
          </w:r>
        </w:p>
      </w:docPartBody>
    </w:docPart>
    <w:docPart>
      <w:docPartPr>
        <w:name w:val="E02E5D7200AD4E1C962678C72FFC72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FFC413-0ED0-4D43-B6D0-1344D776CAB0}"/>
      </w:docPartPr>
      <w:docPartBody>
        <w:p w:rsidR="0037710B" w:rsidRDefault="00303659" w:rsidP="00303659">
          <w:pPr>
            <w:pStyle w:val="E02E5D7200AD4E1C962678C72FFC7225"/>
          </w:pPr>
          <w:r w:rsidRPr="006777DE">
            <w:rPr>
              <w:rStyle w:val="a3"/>
            </w:rPr>
            <w:t>Место для ввода текста.</w:t>
          </w:r>
        </w:p>
      </w:docPartBody>
    </w:docPart>
    <w:docPart>
      <w:docPartPr>
        <w:name w:val="F2661124DDF34A32A7DB18C1EA9C1E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F49890-6B8A-43E5-AFB9-639EEAE56938}"/>
      </w:docPartPr>
      <w:docPartBody>
        <w:p w:rsidR="0037710B" w:rsidRDefault="00303659" w:rsidP="00303659">
          <w:pPr>
            <w:pStyle w:val="F2661124DDF34A32A7DB18C1EA9C1EBD"/>
          </w:pPr>
          <w:r w:rsidRPr="006777DE">
            <w:rPr>
              <w:rStyle w:val="a3"/>
            </w:rPr>
            <w:t>Место для ввода даты.</w:t>
          </w:r>
        </w:p>
      </w:docPartBody>
    </w:docPart>
    <w:docPart>
      <w:docPartPr>
        <w:name w:val="E0F9098FD10440B68B485803D3D677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84D0AE-CFEA-4864-9C7D-EFB3380B5549}"/>
      </w:docPartPr>
      <w:docPartBody>
        <w:p w:rsidR="0037710B" w:rsidRDefault="00303659" w:rsidP="00303659">
          <w:pPr>
            <w:pStyle w:val="E0F9098FD10440B68B485803D3D67787"/>
          </w:pPr>
          <w:r w:rsidRPr="006777DE">
            <w:rPr>
              <w:rStyle w:val="a3"/>
            </w:rPr>
            <w:t>Место для ввода текста.</w:t>
          </w:r>
        </w:p>
      </w:docPartBody>
    </w:docPart>
    <w:docPart>
      <w:docPartPr>
        <w:name w:val="E1FF98109CEA4D2486F91B287C7243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5CFD85-F956-4997-9ABA-EFEE9698B9E5}"/>
      </w:docPartPr>
      <w:docPartBody>
        <w:p w:rsidR="0037710B" w:rsidRDefault="00303659" w:rsidP="00303659">
          <w:pPr>
            <w:pStyle w:val="E1FF98109CEA4D2486F91B287C724327"/>
          </w:pPr>
          <w:r w:rsidRPr="006777DE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23"/>
    <w:rsid w:val="002077F3"/>
    <w:rsid w:val="00303659"/>
    <w:rsid w:val="0037710B"/>
    <w:rsid w:val="0041496F"/>
    <w:rsid w:val="004F182F"/>
    <w:rsid w:val="00635861"/>
    <w:rsid w:val="006B1573"/>
    <w:rsid w:val="00A34E9E"/>
    <w:rsid w:val="00E13D99"/>
    <w:rsid w:val="00E26DE8"/>
    <w:rsid w:val="00EB3E58"/>
    <w:rsid w:val="00F5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3659"/>
    <w:rPr>
      <w:color w:val="808080"/>
    </w:rPr>
  </w:style>
  <w:style w:type="paragraph" w:customStyle="1" w:styleId="E02E5D7200AD4E1C962678C72FFC7225">
    <w:name w:val="E02E5D7200AD4E1C962678C72FFC7225"/>
    <w:rsid w:val="00303659"/>
  </w:style>
  <w:style w:type="paragraph" w:customStyle="1" w:styleId="F2661124DDF34A32A7DB18C1EA9C1EBD">
    <w:name w:val="F2661124DDF34A32A7DB18C1EA9C1EBD"/>
    <w:rsid w:val="00303659"/>
  </w:style>
  <w:style w:type="paragraph" w:customStyle="1" w:styleId="E0F9098FD10440B68B485803D3D67787">
    <w:name w:val="E0F9098FD10440B68B485803D3D67787"/>
    <w:rsid w:val="00303659"/>
  </w:style>
  <w:style w:type="paragraph" w:customStyle="1" w:styleId="E1FF98109CEA4D2486F91B287C724327">
    <w:name w:val="E1FF98109CEA4D2486F91B287C724327"/>
    <w:rsid w:val="003036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2023 Шаблон письма продольный (003)</Template>
  <TotalTime>134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2402</CharactersWithSpaces>
  <SharedDoc>false</SharedDoc>
  <HLinks>
    <vt:vector size="6" baseType="variant">
      <vt:variant>
        <vt:i4>131091</vt:i4>
      </vt:variant>
      <vt:variant>
        <vt:i4>0</vt:i4>
      </vt:variant>
      <vt:variant>
        <vt:i4>0</vt:i4>
      </vt:variant>
      <vt:variant>
        <vt:i4>5</vt:i4>
      </vt:variant>
      <vt:variant>
        <vt:lpwstr>http://www.susmu.su/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cp:lastModifiedBy>Канцелярия ЮУГМУ</cp:lastModifiedBy>
  <cp:revision>11</cp:revision>
  <dcterms:created xsi:type="dcterms:W3CDTF">2023-06-19T19:04:00Z</dcterms:created>
  <dcterms:modified xsi:type="dcterms:W3CDTF">2024-01-26T07:59:00Z</dcterms:modified>
</cp:coreProperties>
</file>